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0F" w:rsidRPr="00E95C71" w:rsidRDefault="00835A0F" w:rsidP="002403A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 xml:space="preserve">ДО КМЕТА НА </w:t>
      </w:r>
    </w:p>
    <w:p w:rsidR="00835A0F" w:rsidRPr="00E95C71" w:rsidRDefault="00835A0F" w:rsidP="002403A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 xml:space="preserve">ОБЩИНА ЛЯСКОВЕЦ </w:t>
      </w:r>
    </w:p>
    <w:p w:rsidR="00835A0F" w:rsidRPr="00E95C71" w:rsidRDefault="00835A0F" w:rsidP="002403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 </w:t>
      </w:r>
    </w:p>
    <w:p w:rsidR="00835A0F" w:rsidRPr="00E95C71" w:rsidRDefault="00835A0F" w:rsidP="002403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5A0F" w:rsidRDefault="00835A0F" w:rsidP="002403A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>ПРЕДСТАВЯНЕ НА УЧАСТНИК</w:t>
      </w:r>
    </w:p>
    <w:p w:rsidR="00835A0F" w:rsidRDefault="00835A0F" w:rsidP="00846F6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 xml:space="preserve">в открита процедура </w:t>
      </w:r>
      <w:r>
        <w:rPr>
          <w:rFonts w:ascii="Times New Roman" w:hAnsi="Times New Roman"/>
          <w:b/>
          <w:bCs/>
          <w:sz w:val="26"/>
          <w:szCs w:val="26"/>
        </w:rPr>
        <w:t xml:space="preserve">с прилагане на опростени правила </w:t>
      </w:r>
    </w:p>
    <w:p w:rsidR="00835A0F" w:rsidRDefault="00835A0F" w:rsidP="00846F6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>за възлагане на обществена поръчка с предмет:</w:t>
      </w:r>
    </w:p>
    <w:p w:rsidR="00835A0F" w:rsidRDefault="00835A0F" w:rsidP="00846F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81DA9">
        <w:rPr>
          <w:rFonts w:ascii="Times New Roman" w:hAnsi="Times New Roman"/>
          <w:b/>
          <w:sz w:val="26"/>
          <w:szCs w:val="26"/>
        </w:rPr>
        <w:t>„Строително–монтажни работи (СМР) на имоти - общинска собственост</w:t>
      </w:r>
    </w:p>
    <w:p w:rsidR="00835A0F" w:rsidRPr="00081DA9" w:rsidRDefault="00835A0F" w:rsidP="00846F6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81DA9">
        <w:rPr>
          <w:rFonts w:ascii="Times New Roman" w:hAnsi="Times New Roman"/>
          <w:b/>
          <w:sz w:val="26"/>
          <w:szCs w:val="26"/>
        </w:rPr>
        <w:t>на територията на Община Лясковец”</w:t>
      </w:r>
    </w:p>
    <w:p w:rsidR="00835A0F" w:rsidRPr="00E95C71" w:rsidRDefault="00835A0F" w:rsidP="00E0665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 </w:t>
      </w:r>
    </w:p>
    <w:p w:rsidR="00835A0F" w:rsidRPr="00E95C71" w:rsidRDefault="00835A0F" w:rsidP="00E0665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5A0F" w:rsidRDefault="00835A0F" w:rsidP="00E0665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95C71">
        <w:rPr>
          <w:rFonts w:ascii="Times New Roman" w:hAnsi="Times New Roman"/>
          <w:b/>
          <w:sz w:val="26"/>
          <w:szCs w:val="26"/>
        </w:rPr>
        <w:t>Административни сведения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835A0F" w:rsidRPr="00E95C71" w:rsidRDefault="00835A0F" w:rsidP="00E0665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35A0F" w:rsidRPr="00E95C71" w:rsidRDefault="00835A0F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5"/>
        <w:gridCol w:w="3780"/>
      </w:tblGrid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Наименование на участника:</w:t>
            </w:r>
          </w:p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ЕИК/БУЛСТАТ/ЕГН </w:t>
            </w:r>
          </w:p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Седалище и адрес на управление: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Адрес за кореспонденция: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Телефон: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Факс: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E-mail адрес: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c>
          <w:tcPr>
            <w:tcW w:w="559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Лице за контакт:</w:t>
            </w:r>
          </w:p>
        </w:tc>
        <w:tc>
          <w:tcPr>
            <w:tcW w:w="3780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835A0F" w:rsidRPr="00E95C71" w:rsidRDefault="00835A0F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835A0F" w:rsidRPr="00E95C71">
        <w:tc>
          <w:tcPr>
            <w:tcW w:w="9375" w:type="dxa"/>
          </w:tcPr>
          <w:p w:rsidR="00835A0F" w:rsidRPr="00E95C71" w:rsidRDefault="00835A0F" w:rsidP="003F295F">
            <w:pPr>
              <w:tabs>
                <w:tab w:val="left" w:pos="9227"/>
              </w:tabs>
              <w:ind w:right="118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835A0F" w:rsidRPr="00E95C71">
        <w:tc>
          <w:tcPr>
            <w:tcW w:w="93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Лица, представляващи участника по учредителен акт:</w:t>
            </w:r>
          </w:p>
        </w:tc>
      </w:tr>
      <w:tr w:rsidR="00835A0F" w:rsidRPr="00E95C71">
        <w:tc>
          <w:tcPr>
            <w:tcW w:w="9375" w:type="dxa"/>
          </w:tcPr>
          <w:p w:rsidR="00835A0F" w:rsidRPr="00E95C71" w:rsidRDefault="00835A0F" w:rsidP="003F295F">
            <w:pPr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(ако лицата са повече от едно, се добавя необходимият брой полета)</w:t>
            </w:r>
          </w:p>
        </w:tc>
      </w:tr>
    </w:tbl>
    <w:p w:rsidR="00835A0F" w:rsidRPr="00E95C71" w:rsidRDefault="00835A0F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9401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5"/>
        <w:gridCol w:w="3626"/>
      </w:tblGrid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0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0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310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Участникът се представлява заедно или поотделно</w:t>
            </w:r>
          </w:p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(невярното се зачертава)</w:t>
            </w: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 xml:space="preserve"> от следните лица: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1. ......................................................</w:t>
            </w:r>
          </w:p>
        </w:tc>
      </w:tr>
      <w:tr w:rsidR="00835A0F" w:rsidRPr="00E95C71">
        <w:trPr>
          <w:trHeight w:val="31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2. ......................................................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Данни за банковата сметка: 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347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Обслужваща банка:…...........................................................................................................................................................................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251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IBAN..............................................................................................................................................................................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251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BIC.................................................................................................................................................................................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347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Титуляр на сметката:........................................................................................................................................................................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410"/>
        </w:trPr>
        <w:tc>
          <w:tcPr>
            <w:tcW w:w="5775" w:type="dxa"/>
          </w:tcPr>
          <w:p w:rsidR="00835A0F" w:rsidRPr="00E95C71" w:rsidRDefault="00835A0F" w:rsidP="003F295F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Пълномощник</w:t>
            </w: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 xml:space="preserve"> </w:t>
            </w:r>
            <w:r w:rsidRPr="00E95C71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E95C71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 xml:space="preserve">попълва се в случай, че офертата се подписва от упълномощено лице) </w:t>
            </w: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и пълномощно</w:t>
            </w:r>
            <w:r w:rsidRPr="00E95C71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 xml:space="preserve"> 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835A0F" w:rsidRPr="00E95C71">
        <w:trPr>
          <w:trHeight w:val="150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E95C71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835A0F" w:rsidRPr="00E95C71">
        <w:trPr>
          <w:trHeight w:val="155"/>
        </w:trPr>
        <w:tc>
          <w:tcPr>
            <w:tcW w:w="5775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26" w:type="dxa"/>
          </w:tcPr>
          <w:p w:rsidR="00835A0F" w:rsidRPr="00E95C71" w:rsidRDefault="00835A0F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835A0F" w:rsidRPr="00E95C71" w:rsidRDefault="00835A0F" w:rsidP="00F1152D">
      <w:pPr>
        <w:spacing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  <w:t xml:space="preserve">  </w:t>
      </w:r>
      <w:r w:rsidRPr="00E95C71">
        <w:rPr>
          <w:rFonts w:ascii="Times New Roman" w:hAnsi="Times New Roman"/>
          <w:sz w:val="26"/>
          <w:szCs w:val="26"/>
        </w:rPr>
        <w:tab/>
        <w:t xml:space="preserve"> </w:t>
      </w:r>
    </w:p>
    <w:p w:rsidR="00835A0F" w:rsidRPr="00E95C71" w:rsidRDefault="00835A0F" w:rsidP="0099189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95C71">
        <w:rPr>
          <w:rFonts w:ascii="Times New Roman" w:hAnsi="Times New Roman"/>
          <w:b/>
          <w:bCs/>
          <w:sz w:val="26"/>
          <w:szCs w:val="26"/>
        </w:rPr>
        <w:t>УВАЖАЕМА ГОСПОЖО КМЕТ,</w:t>
      </w:r>
    </w:p>
    <w:p w:rsidR="00835A0F" w:rsidRPr="00E95C71" w:rsidRDefault="00835A0F" w:rsidP="00094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35A0F" w:rsidRDefault="00835A0F" w:rsidP="00846F6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1. </w:t>
      </w:r>
      <w:r w:rsidRPr="00E95C71">
        <w:rPr>
          <w:rFonts w:ascii="Times New Roman" w:hAnsi="Times New Roman"/>
          <w:sz w:val="26"/>
          <w:szCs w:val="26"/>
        </w:rPr>
        <w:t xml:space="preserve">Заявяваме, </w:t>
      </w:r>
      <w:r w:rsidRPr="003F295F">
        <w:rPr>
          <w:rFonts w:ascii="Times New Roman" w:hAnsi="Times New Roman"/>
          <w:sz w:val="26"/>
          <w:szCs w:val="26"/>
        </w:rPr>
        <w:t>че желаем да участваме в откритата от Вас открита процедура</w:t>
      </w:r>
      <w:r w:rsidRPr="00846F6B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с прилагане на опростени правила</w:t>
      </w:r>
      <w:r w:rsidRPr="003F295F">
        <w:rPr>
          <w:rFonts w:ascii="Times New Roman" w:hAnsi="Times New Roman"/>
          <w:sz w:val="26"/>
          <w:szCs w:val="26"/>
        </w:rPr>
        <w:t xml:space="preserve"> по Закона за обществените поръчки (ЗОП) за възлагане на обществена поръчка с предмет: </w:t>
      </w:r>
      <w:r w:rsidRPr="003F295F">
        <w:rPr>
          <w:rFonts w:ascii="Times New Roman" w:hAnsi="Times New Roman"/>
          <w:b/>
          <w:sz w:val="26"/>
          <w:szCs w:val="26"/>
        </w:rPr>
        <w:t>„Строително–</w:t>
      </w:r>
      <w:r>
        <w:rPr>
          <w:rFonts w:ascii="Times New Roman" w:hAnsi="Times New Roman"/>
          <w:b/>
          <w:sz w:val="26"/>
          <w:szCs w:val="26"/>
        </w:rPr>
        <w:t>монтажн</w:t>
      </w:r>
      <w:r w:rsidRPr="003F295F">
        <w:rPr>
          <w:rFonts w:ascii="Times New Roman" w:hAnsi="Times New Roman"/>
          <w:b/>
          <w:sz w:val="26"/>
          <w:szCs w:val="26"/>
        </w:rPr>
        <w:t>и работи (С</w:t>
      </w:r>
      <w:r>
        <w:rPr>
          <w:rFonts w:ascii="Times New Roman" w:hAnsi="Times New Roman"/>
          <w:b/>
          <w:sz w:val="26"/>
          <w:szCs w:val="26"/>
        </w:rPr>
        <w:t>М</w:t>
      </w:r>
      <w:r w:rsidRPr="003F295F">
        <w:rPr>
          <w:rFonts w:ascii="Times New Roman" w:hAnsi="Times New Roman"/>
          <w:b/>
          <w:sz w:val="26"/>
          <w:szCs w:val="26"/>
        </w:rPr>
        <w:t xml:space="preserve">Р) на </w:t>
      </w:r>
      <w:r>
        <w:rPr>
          <w:rFonts w:ascii="Times New Roman" w:hAnsi="Times New Roman"/>
          <w:b/>
          <w:sz w:val="26"/>
          <w:szCs w:val="26"/>
        </w:rPr>
        <w:t>имоти</w:t>
      </w:r>
      <w:r w:rsidRPr="003F295F">
        <w:rPr>
          <w:rFonts w:ascii="Times New Roman" w:hAnsi="Times New Roman"/>
          <w:b/>
          <w:sz w:val="26"/>
          <w:szCs w:val="26"/>
        </w:rPr>
        <w:t xml:space="preserve"> - общинска собственост на територията на Община Лясковец”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835A0F" w:rsidRDefault="00835A0F" w:rsidP="00846F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46F6B">
        <w:rPr>
          <w:rFonts w:ascii="Times New Roman" w:hAnsi="Times New Roman"/>
          <w:bCs/>
          <w:sz w:val="26"/>
          <w:szCs w:val="26"/>
        </w:rPr>
        <w:tab/>
        <w:t>2</w:t>
      </w:r>
      <w:r w:rsidRPr="001C5F5A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Подадената оферта е в съответствие с</w:t>
      </w:r>
      <w:r w:rsidRPr="003F295F">
        <w:rPr>
          <w:rFonts w:ascii="Times New Roman" w:hAnsi="Times New Roman"/>
          <w:sz w:val="26"/>
          <w:szCs w:val="26"/>
        </w:rPr>
        <w:t xml:space="preserve"> условията, обявени в документацията за участие</w:t>
      </w:r>
      <w:r>
        <w:rPr>
          <w:rFonts w:ascii="Times New Roman" w:hAnsi="Times New Roman"/>
          <w:sz w:val="26"/>
          <w:szCs w:val="26"/>
        </w:rPr>
        <w:t xml:space="preserve">, като същите са </w:t>
      </w:r>
      <w:r w:rsidRPr="003F295F">
        <w:rPr>
          <w:rFonts w:ascii="Times New Roman" w:hAnsi="Times New Roman"/>
          <w:sz w:val="26"/>
          <w:szCs w:val="26"/>
        </w:rPr>
        <w:t>приети от нас.</w:t>
      </w:r>
      <w:r>
        <w:rPr>
          <w:rFonts w:ascii="Times New Roman" w:hAnsi="Times New Roman"/>
          <w:sz w:val="26"/>
          <w:szCs w:val="26"/>
        </w:rPr>
        <w:t xml:space="preserve"> З</w:t>
      </w:r>
      <w:r w:rsidRPr="003F295F">
        <w:rPr>
          <w:rFonts w:ascii="Times New Roman" w:hAnsi="Times New Roman"/>
          <w:sz w:val="26"/>
          <w:szCs w:val="26"/>
        </w:rPr>
        <w:t>адължаваме</w:t>
      </w:r>
      <w:r w:rsidRPr="00E95C71">
        <w:rPr>
          <w:rFonts w:ascii="Times New Roman" w:hAnsi="Times New Roman"/>
          <w:sz w:val="26"/>
          <w:szCs w:val="26"/>
        </w:rPr>
        <w:t xml:space="preserve">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835A0F" w:rsidRDefault="00835A0F" w:rsidP="00846F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3. </w:t>
      </w:r>
      <w:r w:rsidRPr="00E95C71">
        <w:rPr>
          <w:rFonts w:ascii="Times New Roman" w:hAnsi="Times New Roman"/>
          <w:sz w:val="26"/>
          <w:szCs w:val="26"/>
        </w:rPr>
        <w:t>Декларираме, че приемаме условията за изпълнение на обществената поръчка, заложени в приложения към документацията за участие проект на договор.</w:t>
      </w:r>
    </w:p>
    <w:p w:rsidR="00835A0F" w:rsidRDefault="00835A0F" w:rsidP="00846F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4</w:t>
      </w:r>
      <w:r w:rsidRPr="001C5F5A">
        <w:rPr>
          <w:rFonts w:ascii="Times New Roman" w:hAnsi="Times New Roman"/>
          <w:sz w:val="26"/>
          <w:szCs w:val="26"/>
        </w:rPr>
        <w:t>. Декларираме, че при изготвяне на офертата ни са спазени изискванията за закрила на заетостта, включително условията на труд и минимална цена на труда.</w:t>
      </w:r>
    </w:p>
    <w:p w:rsidR="00835A0F" w:rsidRPr="001C5F5A" w:rsidRDefault="00835A0F" w:rsidP="00846F6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5</w:t>
      </w:r>
      <w:r w:rsidRPr="001C5F5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95C71">
        <w:rPr>
          <w:rFonts w:ascii="Times New Roman" w:hAnsi="Times New Roman"/>
          <w:sz w:val="26"/>
          <w:szCs w:val="26"/>
        </w:rPr>
        <w:t xml:space="preserve">При изпълнението на обществената поръчка няма да ползваме/ще ползваме </w:t>
      </w:r>
      <w:r w:rsidRPr="00E95C71">
        <w:rPr>
          <w:rFonts w:ascii="Times New Roman" w:hAnsi="Times New Roman"/>
          <w:i/>
          <w:iCs/>
        </w:rPr>
        <w:t>(относимото се подчертава)</w:t>
      </w:r>
      <w:r w:rsidRPr="00E95C71">
        <w:rPr>
          <w:rFonts w:ascii="Times New Roman" w:hAnsi="Times New Roman"/>
          <w:sz w:val="26"/>
          <w:szCs w:val="26"/>
        </w:rPr>
        <w:t xml:space="preserve"> следните подизпълнители, които са запознати с предмета на поръчката и са дали съгласие за участ</w:t>
      </w:r>
      <w:r>
        <w:rPr>
          <w:rFonts w:ascii="Times New Roman" w:hAnsi="Times New Roman"/>
          <w:sz w:val="26"/>
          <w:szCs w:val="26"/>
        </w:rPr>
        <w:t>ие в процедурата по възлагане:</w:t>
      </w:r>
    </w:p>
    <w:p w:rsidR="00835A0F" w:rsidRDefault="00835A0F" w:rsidP="000946B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а)..................................................................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</w:t>
      </w:r>
      <w:r w:rsidRPr="00E95C71">
        <w:rPr>
          <w:rFonts w:ascii="Times New Roman" w:hAnsi="Times New Roman"/>
          <w:sz w:val="26"/>
          <w:szCs w:val="26"/>
        </w:rPr>
        <w:t>.........</w:t>
      </w:r>
      <w:r>
        <w:rPr>
          <w:rFonts w:ascii="Times New Roman" w:hAnsi="Times New Roman"/>
          <w:sz w:val="26"/>
          <w:szCs w:val="26"/>
        </w:rPr>
        <w:t>...............................</w:t>
      </w:r>
      <w:r w:rsidRPr="00E95C71">
        <w:rPr>
          <w:rFonts w:ascii="Times New Roman" w:hAnsi="Times New Roman"/>
          <w:sz w:val="26"/>
          <w:szCs w:val="26"/>
        </w:rPr>
        <w:t>..................................</w:t>
      </w:r>
      <w:r>
        <w:rPr>
          <w:rFonts w:ascii="Times New Roman" w:hAnsi="Times New Roman"/>
          <w:sz w:val="26"/>
          <w:szCs w:val="26"/>
        </w:rPr>
        <w:t>.........</w:t>
      </w:r>
      <w:r w:rsidRPr="00E95C71">
        <w:rPr>
          <w:rFonts w:ascii="Times New Roman" w:hAnsi="Times New Roman"/>
          <w:sz w:val="26"/>
          <w:szCs w:val="26"/>
        </w:rPr>
        <w:t>..................................</w:t>
      </w:r>
      <w:r>
        <w:rPr>
          <w:rFonts w:ascii="Times New Roman" w:hAnsi="Times New Roman"/>
          <w:sz w:val="26"/>
          <w:szCs w:val="26"/>
        </w:rPr>
        <w:t>.......................</w:t>
      </w:r>
      <w:r w:rsidRPr="00E95C71">
        <w:rPr>
          <w:rFonts w:ascii="Times New Roman" w:hAnsi="Times New Roman"/>
          <w:sz w:val="26"/>
          <w:szCs w:val="26"/>
        </w:rPr>
        <w:t>..</w:t>
      </w:r>
      <w:r>
        <w:rPr>
          <w:rFonts w:ascii="Times New Roman" w:hAnsi="Times New Roman"/>
          <w:sz w:val="26"/>
          <w:szCs w:val="26"/>
        </w:rPr>
        <w:t>................................</w:t>
      </w:r>
    </w:p>
    <w:p w:rsidR="00835A0F" w:rsidRPr="00E95C71" w:rsidRDefault="00835A0F" w:rsidP="000946B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б).............................................................................................................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</w:t>
      </w:r>
      <w:r w:rsidRPr="00E95C71">
        <w:rPr>
          <w:rFonts w:ascii="Times New Roman" w:hAnsi="Times New Roman"/>
          <w:sz w:val="26"/>
          <w:szCs w:val="26"/>
        </w:rPr>
        <w:t>................... 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........................................</w:t>
      </w:r>
      <w:r w:rsidRPr="00E95C71">
        <w:rPr>
          <w:rFonts w:ascii="Times New Roman" w:hAnsi="Times New Roman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>.........................</w:t>
      </w:r>
    </w:p>
    <w:p w:rsidR="00835A0F" w:rsidRPr="00E95C71" w:rsidRDefault="00835A0F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  <w:iCs/>
        </w:rPr>
        <w:t>(наименование на подизпълнителя, ЕИК/ЕГН)</w:t>
      </w:r>
    </w:p>
    <w:p w:rsidR="00835A0F" w:rsidRPr="00E95C71" w:rsidRDefault="00835A0F" w:rsidP="001C5F5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6. </w:t>
      </w:r>
      <w:r w:rsidRPr="00E95C71">
        <w:rPr>
          <w:rFonts w:ascii="Times New Roman" w:hAnsi="Times New Roman"/>
          <w:sz w:val="26"/>
          <w:szCs w:val="26"/>
        </w:rPr>
        <w:t>Видовете работи, включени в предмета на обществената поръчка, които ще се предложат на подизпълнители са:</w:t>
      </w:r>
    </w:p>
    <w:p w:rsidR="00835A0F" w:rsidRPr="00E95C71" w:rsidRDefault="00835A0F" w:rsidP="00094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а). за подизпълнителя …….………….................................. - 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E95C71">
        <w:rPr>
          <w:rFonts w:ascii="Times New Roman" w:hAnsi="Times New Roman"/>
          <w:sz w:val="26"/>
          <w:szCs w:val="26"/>
        </w:rPr>
        <w:t>...........……………………………………………………………………………………………...……………………………………………………………………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.</w:t>
      </w:r>
      <w:r w:rsidRPr="00E95C71">
        <w:rPr>
          <w:rFonts w:ascii="Times New Roman" w:hAnsi="Times New Roman"/>
          <w:sz w:val="26"/>
          <w:szCs w:val="26"/>
        </w:rPr>
        <w:t>………………..,</w:t>
      </w:r>
    </w:p>
    <w:p w:rsidR="00835A0F" w:rsidRPr="00E95C71" w:rsidRDefault="00835A0F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835A0F" w:rsidRPr="00E95C71" w:rsidRDefault="00835A0F" w:rsidP="00846F6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като делът на участие на подизпълнителя в съответствие с описаните в т. </w:t>
      </w:r>
      <w:r>
        <w:rPr>
          <w:rFonts w:ascii="Times New Roman" w:hAnsi="Times New Roman"/>
          <w:sz w:val="26"/>
          <w:szCs w:val="26"/>
        </w:rPr>
        <w:t>5</w:t>
      </w:r>
      <w:r w:rsidRPr="00E95C71">
        <w:rPr>
          <w:rFonts w:ascii="Times New Roman" w:hAnsi="Times New Roman"/>
          <w:sz w:val="26"/>
          <w:szCs w:val="26"/>
        </w:rPr>
        <w:t xml:space="preserve"> работи, изразен в проценти (%) от общата стойност на поръчката е: .........................................</w:t>
      </w:r>
    </w:p>
    <w:p w:rsidR="00835A0F" w:rsidRDefault="00835A0F" w:rsidP="00094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 xml:space="preserve">б). за подизпълнителя …….………….................................. - </w:t>
      </w:r>
      <w:r>
        <w:rPr>
          <w:rFonts w:ascii="Times New Roman" w:hAnsi="Times New Roman"/>
          <w:sz w:val="26"/>
          <w:szCs w:val="26"/>
        </w:rPr>
        <w:t>..............................</w:t>
      </w:r>
    </w:p>
    <w:p w:rsidR="00835A0F" w:rsidRPr="00E95C71" w:rsidRDefault="00835A0F" w:rsidP="00846F6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.</w:t>
      </w:r>
      <w:r w:rsidRPr="00E95C71">
        <w:rPr>
          <w:rFonts w:ascii="Times New Roman" w:hAnsi="Times New Roman"/>
          <w:sz w:val="26"/>
          <w:szCs w:val="26"/>
        </w:rPr>
        <w:t>…………………...……………………………………………………………………………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…………..</w:t>
      </w:r>
      <w:r w:rsidRPr="00E95C71">
        <w:rPr>
          <w:rFonts w:ascii="Times New Roman" w:hAnsi="Times New Roman"/>
          <w:sz w:val="26"/>
          <w:szCs w:val="26"/>
        </w:rPr>
        <w:t>……</w:t>
      </w:r>
    </w:p>
    <w:p w:rsidR="00835A0F" w:rsidRPr="00E95C71" w:rsidRDefault="00835A0F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E95C71">
        <w:rPr>
          <w:rFonts w:ascii="Times New Roman" w:hAnsi="Times New Roman"/>
          <w:i/>
        </w:rPr>
        <w:t>(изброяват се конкретните части от предмета на обществената поръчка, които ще бъдат изпълнени от</w:t>
      </w:r>
      <w:r>
        <w:rPr>
          <w:rFonts w:ascii="Times New Roman" w:hAnsi="Times New Roman"/>
          <w:i/>
        </w:rPr>
        <w:t xml:space="preserve"> </w:t>
      </w:r>
      <w:r w:rsidRPr="00E95C71">
        <w:rPr>
          <w:rFonts w:ascii="Times New Roman" w:hAnsi="Times New Roman"/>
          <w:i/>
        </w:rPr>
        <w:t>подизпълнителя)</w:t>
      </w:r>
    </w:p>
    <w:p w:rsidR="00835A0F" w:rsidRDefault="00835A0F" w:rsidP="00846F6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като делът на участие на подизпълнителя в</w:t>
      </w:r>
      <w:r>
        <w:rPr>
          <w:rFonts w:ascii="Times New Roman" w:hAnsi="Times New Roman"/>
          <w:sz w:val="26"/>
          <w:szCs w:val="26"/>
        </w:rPr>
        <w:t xml:space="preserve"> съответствие с описаните в т. 5</w:t>
      </w:r>
      <w:r w:rsidRPr="00E95C71">
        <w:rPr>
          <w:rFonts w:ascii="Times New Roman" w:hAnsi="Times New Roman"/>
          <w:sz w:val="26"/>
          <w:szCs w:val="26"/>
        </w:rPr>
        <w:t xml:space="preserve"> работи, изразен в проценти (%) от общата стойност на поръчката е: .........................................</w:t>
      </w:r>
    </w:p>
    <w:p w:rsidR="00835A0F" w:rsidRDefault="00835A0F" w:rsidP="00846F6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7. </w:t>
      </w:r>
      <w:r w:rsidRPr="00E95C71">
        <w:rPr>
          <w:rFonts w:ascii="Times New Roman" w:hAnsi="Times New Roman"/>
          <w:sz w:val="26"/>
          <w:szCs w:val="26"/>
        </w:rPr>
        <w:t>Приемам</w:t>
      </w:r>
      <w:r>
        <w:rPr>
          <w:rFonts w:ascii="Times New Roman" w:hAnsi="Times New Roman"/>
          <w:sz w:val="26"/>
          <w:szCs w:val="26"/>
        </w:rPr>
        <w:t>е</w:t>
      </w:r>
      <w:r w:rsidRPr="00E95C71">
        <w:rPr>
          <w:rFonts w:ascii="Times New Roman" w:hAnsi="Times New Roman"/>
          <w:sz w:val="26"/>
          <w:szCs w:val="26"/>
        </w:rPr>
        <w:t xml:space="preserve"> да отговарям</w:t>
      </w:r>
      <w:r>
        <w:rPr>
          <w:rFonts w:ascii="Times New Roman" w:hAnsi="Times New Roman"/>
          <w:sz w:val="26"/>
          <w:szCs w:val="26"/>
        </w:rPr>
        <w:t>е</w:t>
      </w:r>
      <w:r w:rsidRPr="00E95C71">
        <w:rPr>
          <w:rFonts w:ascii="Times New Roman" w:hAnsi="Times New Roman"/>
          <w:sz w:val="26"/>
          <w:szCs w:val="26"/>
        </w:rPr>
        <w:t xml:space="preserve"> за действията, бездействията и работата на посочения подизпълнител/посочените подизпълнители като за свои дей</w:t>
      </w:r>
      <w:r w:rsidRPr="00E95C71">
        <w:rPr>
          <w:rFonts w:ascii="Times New Roman" w:hAnsi="Times New Roman"/>
          <w:sz w:val="26"/>
          <w:szCs w:val="26"/>
        </w:rPr>
        <w:softHyphen/>
        <w:t>ствия, бездействия и работа.</w:t>
      </w:r>
      <w:r>
        <w:rPr>
          <w:rFonts w:ascii="Times New Roman" w:hAnsi="Times New Roman"/>
          <w:sz w:val="26"/>
          <w:szCs w:val="26"/>
        </w:rPr>
        <w:t xml:space="preserve"> Н</w:t>
      </w:r>
      <w:r w:rsidRPr="00353DCA">
        <w:rPr>
          <w:rFonts w:ascii="Times New Roman" w:hAnsi="Times New Roman"/>
          <w:sz w:val="26"/>
          <w:szCs w:val="26"/>
        </w:rPr>
        <w:t>яма да възлагаме изпълнението на една или повече от дейностите, включени в предмета на обществената поръчка, на лица, които не са подизпълнители.</w:t>
      </w:r>
    </w:p>
    <w:p w:rsidR="00835A0F" w:rsidRPr="00353DCA" w:rsidRDefault="00835A0F" w:rsidP="00846F6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8. </w:t>
      </w:r>
      <w:r w:rsidRPr="00353DCA">
        <w:rPr>
          <w:rFonts w:ascii="Times New Roman" w:hAnsi="Times New Roman"/>
          <w:sz w:val="26"/>
          <w:szCs w:val="26"/>
        </w:rPr>
        <w:t>Няма да заменяме посочения/-те в т. 5 подизпълнител/-и, освен когато:</w:t>
      </w:r>
    </w:p>
    <w:p w:rsidR="00835A0F" w:rsidRPr="00353DCA" w:rsidRDefault="00835A0F" w:rsidP="00846F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3DCA">
        <w:rPr>
          <w:rFonts w:ascii="Times New Roman" w:hAnsi="Times New Roman"/>
          <w:sz w:val="26"/>
          <w:szCs w:val="26"/>
        </w:rPr>
        <w:t>- за предложения подизпълнител възникне обстоятелство по чл. 47, ал. 1 или 5 от ЗОП;</w:t>
      </w:r>
    </w:p>
    <w:p w:rsidR="00835A0F" w:rsidRPr="00353DCA" w:rsidRDefault="00835A0F" w:rsidP="00846F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3DCA">
        <w:rPr>
          <w:rFonts w:ascii="Times New Roman" w:hAnsi="Times New Roman"/>
          <w:sz w:val="26"/>
          <w:szCs w:val="26"/>
        </w:rPr>
        <w:t>- предложеният подизпълнител престане да отговаря на нормативно изискване за изпълнение на една или повече от дейностите, включени в предмета на договора за подизпълнение;</w:t>
      </w:r>
    </w:p>
    <w:p w:rsidR="00835A0F" w:rsidRDefault="00835A0F" w:rsidP="00846F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3DCA">
        <w:rPr>
          <w:rFonts w:ascii="Times New Roman" w:hAnsi="Times New Roman"/>
          <w:sz w:val="26"/>
          <w:szCs w:val="26"/>
        </w:rPr>
        <w:t>- договорът за подизпълнение е прекратен по вина на подизпълнителя, включително в случаите по чл. 45а, ал. 6 от ЗОП.</w:t>
      </w:r>
    </w:p>
    <w:p w:rsidR="00835A0F" w:rsidRDefault="00835A0F" w:rsidP="00846F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9. </w:t>
      </w:r>
      <w:r w:rsidRPr="00353DCA">
        <w:rPr>
          <w:rFonts w:ascii="Times New Roman" w:hAnsi="Times New Roman"/>
          <w:sz w:val="26"/>
          <w:szCs w:val="26"/>
        </w:rPr>
        <w:t>В срок до три дни от сключването на договор за подизпълнение или на допълнително споразумение към него, или на договор, с който се заменя посочен в т. 5 подизпълнител, ще изпратим оригинал от договора или допълнителното споразумение на възложителя заедно с доказателства, че не е нарушена забраната по чл. 45а, ал. 2 от ЗОП.</w:t>
      </w:r>
    </w:p>
    <w:p w:rsidR="00835A0F" w:rsidRDefault="00835A0F" w:rsidP="00846F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</w:t>
      </w:r>
      <w:r w:rsidRPr="00FA1DEF">
        <w:rPr>
          <w:rFonts w:ascii="Times New Roman" w:hAnsi="Times New Roman"/>
          <w:sz w:val="26"/>
          <w:szCs w:val="26"/>
        </w:rPr>
        <w:t xml:space="preserve">Приемаме срокът на валидността на нашата оферта да бъде </w:t>
      </w:r>
      <w:r w:rsidRPr="007853A7">
        <w:rPr>
          <w:rFonts w:ascii="Times New Roman" w:hAnsi="Times New Roman"/>
          <w:b/>
          <w:bCs/>
          <w:sz w:val="26"/>
          <w:szCs w:val="26"/>
        </w:rPr>
        <w:t xml:space="preserve">120 (сто и двадесет) календарни дни, </w:t>
      </w:r>
      <w:r w:rsidRPr="00FA1DEF">
        <w:rPr>
          <w:rFonts w:ascii="Times New Roman" w:hAnsi="Times New Roman"/>
          <w:sz w:val="26"/>
          <w:szCs w:val="26"/>
        </w:rPr>
        <w:t>считано от крайния срок за подаване на оферти.</w:t>
      </w:r>
    </w:p>
    <w:p w:rsidR="00835A0F" w:rsidRPr="00FA1DEF" w:rsidRDefault="00835A0F" w:rsidP="00846F6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11. </w:t>
      </w:r>
      <w:r w:rsidRPr="00FA1DEF">
        <w:rPr>
          <w:rFonts w:ascii="Times New Roman" w:hAnsi="Times New Roman"/>
          <w:sz w:val="26"/>
          <w:szCs w:val="26"/>
        </w:rPr>
        <w:t>Декларираме, че при изготвяне на офертата ни са спазени изискванията за закрила на заетостта, включително минимална цена</w:t>
      </w:r>
      <w:r>
        <w:rPr>
          <w:rStyle w:val="EndnoteReference"/>
          <w:rFonts w:ascii="Times New Roman" w:hAnsi="Times New Roman"/>
          <w:sz w:val="26"/>
          <w:szCs w:val="26"/>
        </w:rPr>
        <w:endnoteReference w:id="2"/>
      </w:r>
      <w:r w:rsidRPr="00FA1DEF">
        <w:rPr>
          <w:rFonts w:ascii="Times New Roman" w:hAnsi="Times New Roman"/>
          <w:sz w:val="26"/>
          <w:szCs w:val="26"/>
        </w:rPr>
        <w:t xml:space="preserve"> на труда и условията на труд, съгласно действащото законодателство на Република България</w:t>
      </w:r>
      <w:r>
        <w:rPr>
          <w:rStyle w:val="EndnoteReference"/>
          <w:rFonts w:ascii="Times New Roman" w:hAnsi="Times New Roman"/>
          <w:sz w:val="26"/>
          <w:szCs w:val="26"/>
        </w:rPr>
        <w:endnoteReference w:id="3"/>
      </w:r>
      <w:r w:rsidRPr="00FA1DEF">
        <w:rPr>
          <w:rFonts w:ascii="Times New Roman" w:hAnsi="Times New Roman"/>
          <w:sz w:val="26"/>
          <w:szCs w:val="26"/>
        </w:rPr>
        <w:t>.</w:t>
      </w:r>
    </w:p>
    <w:p w:rsidR="00835A0F" w:rsidRPr="00AE4915" w:rsidRDefault="00835A0F" w:rsidP="00846F6B">
      <w:pPr>
        <w:tabs>
          <w:tab w:val="left" w:pos="993"/>
        </w:tabs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35A0F" w:rsidRPr="00AE4915" w:rsidRDefault="00835A0F" w:rsidP="00846F6B">
      <w:pPr>
        <w:tabs>
          <w:tab w:val="left" w:pos="993"/>
        </w:tabs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</w:p>
    <w:p w:rsidR="00835A0F" w:rsidRPr="00E95C71" w:rsidRDefault="00835A0F" w:rsidP="00846F6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835A0F" w:rsidRPr="00E95C71" w:rsidRDefault="00835A0F" w:rsidP="00846F6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835A0F" w:rsidRDefault="00835A0F" w:rsidP="00846F6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835A0F" w:rsidRDefault="00835A0F" w:rsidP="00846F6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835A0F" w:rsidRPr="00E95C71" w:rsidRDefault="00835A0F" w:rsidP="00846F6B">
      <w:pPr>
        <w:spacing w:after="0" w:line="240" w:lineRule="auto"/>
        <w:jc w:val="both"/>
      </w:pPr>
    </w:p>
    <w:sectPr w:rsidR="00835A0F" w:rsidRPr="00E95C71" w:rsidSect="00AE4915">
      <w:headerReference w:type="default" r:id="rId7"/>
      <w:footerReference w:type="default" r:id="rId8"/>
      <w:pgSz w:w="11906" w:h="16838"/>
      <w:pgMar w:top="1134" w:right="1134" w:bottom="1134" w:left="1418" w:header="709" w:footer="6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A0F" w:rsidRDefault="00835A0F" w:rsidP="00F1152D">
      <w:pPr>
        <w:spacing w:after="0" w:line="240" w:lineRule="auto"/>
      </w:pPr>
      <w:r>
        <w:separator/>
      </w:r>
    </w:p>
  </w:endnote>
  <w:endnote w:type="continuationSeparator" w:id="1">
    <w:p w:rsidR="00835A0F" w:rsidRDefault="00835A0F" w:rsidP="00F1152D">
      <w:pPr>
        <w:spacing w:after="0" w:line="240" w:lineRule="auto"/>
      </w:pPr>
      <w:r>
        <w:continuationSeparator/>
      </w:r>
    </w:p>
  </w:endnote>
  <w:endnote w:id="2">
    <w:p w:rsidR="00835A0F" w:rsidRDefault="00835A0F" w:rsidP="00846F6B">
      <w:pPr>
        <w:pStyle w:val="EndnoteText"/>
        <w:spacing w:after="0" w:line="240" w:lineRule="auto"/>
        <w:ind w:firstLine="708"/>
        <w:jc w:val="both"/>
      </w:pPr>
      <w:r w:rsidRPr="00A71A7E">
        <w:rPr>
          <w:rStyle w:val="EndnoteReference"/>
          <w:rFonts w:ascii="Times New Roman" w:hAnsi="Times New Roman"/>
          <w:sz w:val="22"/>
          <w:szCs w:val="22"/>
        </w:rPr>
        <w:endnoteRef/>
      </w:r>
      <w:r w:rsidRPr="00A71A7E">
        <w:rPr>
          <w:rFonts w:ascii="Times New Roman" w:hAnsi="Times New Roman" w:cs="Times New Roman"/>
          <w:sz w:val="22"/>
          <w:szCs w:val="22"/>
        </w:rPr>
        <w:t xml:space="preserve"> </w:t>
      </w:r>
      <w:r w:rsidRPr="00655C7D">
        <w:rPr>
          <w:rFonts w:ascii="Times New Roman" w:hAnsi="Times New Roman" w:cs="Times New Roman"/>
          <w:i/>
          <w:iCs/>
          <w:sz w:val="22"/>
          <w:szCs w:val="22"/>
        </w:rPr>
        <w:t xml:space="preserve">Съгласно </w:t>
      </w:r>
      <w:r>
        <w:rPr>
          <w:rFonts w:ascii="Times New Roman" w:hAnsi="Times New Roman" w:cs="Times New Roman"/>
          <w:i/>
          <w:iCs/>
          <w:sz w:val="22"/>
          <w:szCs w:val="22"/>
        </w:rPr>
        <w:t>§1, т. 12 от Допълнителните разпоредби на ЗОП „м</w:t>
      </w:r>
      <w:r w:rsidRPr="00A71A7E">
        <w:rPr>
          <w:rFonts w:ascii="Times New Roman" w:hAnsi="Times New Roman" w:cs="Times New Roman"/>
          <w:i/>
          <w:iCs/>
          <w:sz w:val="22"/>
          <w:szCs w:val="22"/>
        </w:rPr>
        <w:t>инимална цена на труд“  е минималният размер на заплащане на работната сила, определен като минимален месечен размер на осигурителния доход по дейности и групи професии, съгласно чл. 8, т. 1 от Закона за бюджета на държавното обществено осигуряване за съответната година.</w:t>
      </w:r>
    </w:p>
  </w:endnote>
  <w:endnote w:id="3">
    <w:p w:rsidR="00835A0F" w:rsidRPr="00655C7D" w:rsidRDefault="00835A0F" w:rsidP="00846F6B">
      <w:pPr>
        <w:pStyle w:val="EndnoteText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Style w:val="EndnoteReference"/>
        </w:rPr>
        <w:endnoteRef/>
      </w:r>
      <w:r>
        <w:t xml:space="preserve"> </w:t>
      </w:r>
      <w:r w:rsidRPr="00655C7D">
        <w:rPr>
          <w:rFonts w:ascii="Times New Roman" w:hAnsi="Times New Roman" w:cs="Times New Roman"/>
          <w:i/>
          <w:iCs/>
          <w:sz w:val="22"/>
          <w:szCs w:val="22"/>
        </w:rPr>
        <w:t xml:space="preserve">Органите, от които може да се получи информация за условията за закрила на заетостта и условията на труд, приложими към настоящата обществена поръчка са: </w:t>
      </w:r>
    </w:p>
    <w:p w:rsidR="00835A0F" w:rsidRDefault="00835A0F" w:rsidP="00846F6B">
      <w:pPr>
        <w:pStyle w:val="EndnoteText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55C7D">
        <w:rPr>
          <w:rFonts w:ascii="Times New Roman" w:hAnsi="Times New Roman" w:cs="Times New Roman"/>
          <w:i/>
          <w:iCs/>
          <w:sz w:val="22"/>
          <w:szCs w:val="22"/>
        </w:rPr>
        <w:t>- Националната агенция по приходите;</w:t>
      </w:r>
    </w:p>
    <w:p w:rsidR="00835A0F" w:rsidRDefault="00835A0F" w:rsidP="00846F6B">
      <w:pPr>
        <w:pStyle w:val="EndnoteText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55C7D">
        <w:rPr>
          <w:rFonts w:ascii="Times New Roman" w:hAnsi="Times New Roman" w:cs="Times New Roman"/>
          <w:i/>
          <w:iCs/>
          <w:sz w:val="22"/>
          <w:szCs w:val="22"/>
        </w:rPr>
        <w:t>- Агенцията по заетостта;</w:t>
      </w:r>
    </w:p>
    <w:p w:rsidR="00835A0F" w:rsidRDefault="00835A0F" w:rsidP="00846F6B">
      <w:pPr>
        <w:pStyle w:val="EndnoteText"/>
        <w:spacing w:after="0" w:line="240" w:lineRule="auto"/>
        <w:ind w:firstLine="708"/>
        <w:jc w:val="both"/>
      </w:pPr>
      <w:r w:rsidRPr="00655C7D">
        <w:rPr>
          <w:rFonts w:ascii="Times New Roman" w:hAnsi="Times New Roman" w:cs="Times New Roman"/>
          <w:i/>
          <w:iCs/>
          <w:sz w:val="22"/>
          <w:szCs w:val="22"/>
        </w:rPr>
        <w:t>- Министерството на труда и социалната политика.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A0F" w:rsidRPr="00A850AA" w:rsidRDefault="00835A0F" w:rsidP="0013104A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A850AA">
      <w:rPr>
        <w:rFonts w:ascii="Times New Roman" w:hAnsi="Times New Roman"/>
        <w:sz w:val="26"/>
        <w:szCs w:val="26"/>
      </w:rPr>
      <w:fldChar w:fldCharType="begin"/>
    </w:r>
    <w:r w:rsidRPr="00A850AA">
      <w:rPr>
        <w:rFonts w:ascii="Times New Roman" w:hAnsi="Times New Roman"/>
        <w:sz w:val="26"/>
        <w:szCs w:val="26"/>
      </w:rPr>
      <w:instrText xml:space="preserve"> PAGE   \* MERGEFORMAT </w:instrText>
    </w:r>
    <w:r w:rsidRPr="00A850AA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4</w:t>
    </w:r>
    <w:r w:rsidRPr="00A850AA">
      <w:rPr>
        <w:rFonts w:ascii="Times New Roman" w:hAnsi="Times New Roman"/>
        <w:sz w:val="26"/>
        <w:szCs w:val="26"/>
      </w:rPr>
      <w:fldChar w:fldCharType="end"/>
    </w:r>
  </w:p>
  <w:p w:rsidR="00835A0F" w:rsidRPr="0013104A" w:rsidRDefault="00835A0F" w:rsidP="0013104A">
    <w:pPr>
      <w:spacing w:after="120"/>
      <w:ind w:firstLine="709"/>
      <w:jc w:val="both"/>
      <w:rPr>
        <w:rFonts w:ascii="Times New Roman" w:hAnsi="Times New Roman"/>
        <w:sz w:val="18"/>
        <w:szCs w:val="18"/>
      </w:rPr>
    </w:pPr>
  </w:p>
  <w:p w:rsidR="00835A0F" w:rsidRPr="0013104A" w:rsidRDefault="00835A0F">
    <w:pPr>
      <w:pStyle w:val="Foo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A0F" w:rsidRDefault="00835A0F" w:rsidP="00F1152D">
      <w:pPr>
        <w:spacing w:after="0" w:line="240" w:lineRule="auto"/>
      </w:pPr>
      <w:r>
        <w:separator/>
      </w:r>
    </w:p>
  </w:footnote>
  <w:footnote w:type="continuationSeparator" w:id="1">
    <w:p w:rsidR="00835A0F" w:rsidRDefault="00835A0F" w:rsidP="00F11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A0F" w:rsidRPr="00F1152D" w:rsidRDefault="00835A0F" w:rsidP="00F1152D">
    <w:pPr>
      <w:jc w:val="right"/>
      <w:rPr>
        <w:rFonts w:ascii="Times New Roman" w:hAnsi="Times New Roman"/>
        <w:b/>
        <w:sz w:val="26"/>
        <w:szCs w:val="26"/>
      </w:rPr>
    </w:pPr>
    <w:r w:rsidRPr="00F1152D">
      <w:rPr>
        <w:rFonts w:ascii="Times New Roman" w:hAnsi="Times New Roman"/>
        <w:b/>
        <w:sz w:val="26"/>
        <w:szCs w:val="26"/>
      </w:rPr>
      <w:t>Образец №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6EC"/>
    <w:multiLevelType w:val="hybridMultilevel"/>
    <w:tmpl w:val="8DFCA9B8"/>
    <w:lvl w:ilvl="0" w:tplc="EBBAD96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8D1592B"/>
    <w:multiLevelType w:val="hybridMultilevel"/>
    <w:tmpl w:val="080C08F6"/>
    <w:lvl w:ilvl="0" w:tplc="040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0661D8D"/>
    <w:multiLevelType w:val="hybridMultilevel"/>
    <w:tmpl w:val="71E0200A"/>
    <w:lvl w:ilvl="0" w:tplc="619E6C5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445065C"/>
    <w:multiLevelType w:val="multilevel"/>
    <w:tmpl w:val="F93E4C74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93" w:hanging="1185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601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9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17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4">
    <w:nsid w:val="7BA12071"/>
    <w:multiLevelType w:val="hybridMultilevel"/>
    <w:tmpl w:val="705E46AC"/>
    <w:lvl w:ilvl="0" w:tplc="EBBAD968">
      <w:start w:val="1"/>
      <w:numFmt w:val="decimal"/>
      <w:lvlText w:val="%1."/>
      <w:lvlJc w:val="left"/>
      <w:pPr>
        <w:ind w:left="2408" w:hanging="99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C2B"/>
    <w:rsid w:val="000454BF"/>
    <w:rsid w:val="00070D09"/>
    <w:rsid w:val="00081DA9"/>
    <w:rsid w:val="000946BB"/>
    <w:rsid w:val="000B1756"/>
    <w:rsid w:val="000B3C86"/>
    <w:rsid w:val="000B5526"/>
    <w:rsid w:val="00117420"/>
    <w:rsid w:val="001241C0"/>
    <w:rsid w:val="0013104A"/>
    <w:rsid w:val="001C5F5A"/>
    <w:rsid w:val="002403A7"/>
    <w:rsid w:val="00257CA0"/>
    <w:rsid w:val="00271442"/>
    <w:rsid w:val="002A0745"/>
    <w:rsid w:val="00315B3E"/>
    <w:rsid w:val="00340DBD"/>
    <w:rsid w:val="00353DCA"/>
    <w:rsid w:val="003575C1"/>
    <w:rsid w:val="003856E8"/>
    <w:rsid w:val="003A6D7F"/>
    <w:rsid w:val="003C0C5D"/>
    <w:rsid w:val="003C218A"/>
    <w:rsid w:val="003F295F"/>
    <w:rsid w:val="003F5213"/>
    <w:rsid w:val="00413146"/>
    <w:rsid w:val="004248DD"/>
    <w:rsid w:val="004D029B"/>
    <w:rsid w:val="004F1EB5"/>
    <w:rsid w:val="00517F9B"/>
    <w:rsid w:val="0052354E"/>
    <w:rsid w:val="00557E28"/>
    <w:rsid w:val="005A1C7F"/>
    <w:rsid w:val="006422A1"/>
    <w:rsid w:val="006519B0"/>
    <w:rsid w:val="00655C7D"/>
    <w:rsid w:val="00744359"/>
    <w:rsid w:val="00771ABA"/>
    <w:rsid w:val="007853A7"/>
    <w:rsid w:val="007D13D7"/>
    <w:rsid w:val="00835A0F"/>
    <w:rsid w:val="00835D19"/>
    <w:rsid w:val="00846F6B"/>
    <w:rsid w:val="008660BA"/>
    <w:rsid w:val="00867740"/>
    <w:rsid w:val="00920B51"/>
    <w:rsid w:val="0099189F"/>
    <w:rsid w:val="009B0EF8"/>
    <w:rsid w:val="00A14685"/>
    <w:rsid w:val="00A41CFB"/>
    <w:rsid w:val="00A64323"/>
    <w:rsid w:val="00A71A7E"/>
    <w:rsid w:val="00A850AA"/>
    <w:rsid w:val="00AE4915"/>
    <w:rsid w:val="00AE780B"/>
    <w:rsid w:val="00AF4BB9"/>
    <w:rsid w:val="00B43841"/>
    <w:rsid w:val="00B735C3"/>
    <w:rsid w:val="00BA6F52"/>
    <w:rsid w:val="00BD618F"/>
    <w:rsid w:val="00BE7FCA"/>
    <w:rsid w:val="00C12063"/>
    <w:rsid w:val="00C209CB"/>
    <w:rsid w:val="00C450AD"/>
    <w:rsid w:val="00C85EA1"/>
    <w:rsid w:val="00D146DA"/>
    <w:rsid w:val="00D579AB"/>
    <w:rsid w:val="00D62C2B"/>
    <w:rsid w:val="00D6371F"/>
    <w:rsid w:val="00D73711"/>
    <w:rsid w:val="00D75558"/>
    <w:rsid w:val="00D867D8"/>
    <w:rsid w:val="00D86E60"/>
    <w:rsid w:val="00D95AE4"/>
    <w:rsid w:val="00DC4C3C"/>
    <w:rsid w:val="00E06657"/>
    <w:rsid w:val="00E07D39"/>
    <w:rsid w:val="00E51358"/>
    <w:rsid w:val="00E95C71"/>
    <w:rsid w:val="00EE4FC7"/>
    <w:rsid w:val="00F1152D"/>
    <w:rsid w:val="00F449DD"/>
    <w:rsid w:val="00F5606A"/>
    <w:rsid w:val="00F759AA"/>
    <w:rsid w:val="00F812D5"/>
    <w:rsid w:val="00F84E33"/>
    <w:rsid w:val="00FA1DEF"/>
    <w:rsid w:val="00FA6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1152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1152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5606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606A"/>
    <w:rPr>
      <w:rFonts w:ascii="Times New Roman" w:hAnsi="Times New Roman" w:cs="Times New Roman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2A0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0745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1"/>
    <w:uiPriority w:val="99"/>
    <w:semiHidden/>
    <w:rsid w:val="00846F6B"/>
    <w:rPr>
      <w:rFonts w:cs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846F6B"/>
    <w:rPr>
      <w:rFonts w:ascii="Calibri" w:hAnsi="Calibri" w:cs="Calibri"/>
      <w:lang w:val="bg-BG" w:eastAsia="en-US" w:bidi="ar-SA"/>
    </w:rPr>
  </w:style>
  <w:style w:type="character" w:styleId="EndnoteReference">
    <w:name w:val="endnote reference"/>
    <w:basedOn w:val="DefaultParagraphFont"/>
    <w:uiPriority w:val="99"/>
    <w:semiHidden/>
    <w:rsid w:val="00846F6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4</Pages>
  <Words>1006</Words>
  <Characters>5738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25</cp:revision>
  <dcterms:created xsi:type="dcterms:W3CDTF">2015-01-27T07:09:00Z</dcterms:created>
  <dcterms:modified xsi:type="dcterms:W3CDTF">2016-04-11T08:37:00Z</dcterms:modified>
</cp:coreProperties>
</file>